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21B" w:rsidRDefault="004A621B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Pr="00956A7D">
        <w:rPr>
          <w:rFonts w:ascii="Arial" w:hAnsi="Arial" w:cs="Arial"/>
          <w:sz w:val="24"/>
          <w:szCs w:val="24"/>
        </w:rPr>
        <w:t>PMK/</w:t>
      </w:r>
      <w:r>
        <w:rPr>
          <w:rFonts w:ascii="Arial" w:hAnsi="Arial" w:cs="Arial"/>
          <w:sz w:val="24"/>
          <w:szCs w:val="24"/>
        </w:rPr>
        <w:t>71/2014.</w:t>
      </w:r>
    </w:p>
    <w:p w:rsidR="004A621B" w:rsidRDefault="004A621B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621B" w:rsidRDefault="004A621B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4A621B" w:rsidRDefault="004A621B" w:rsidP="00E012A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621B" w:rsidRPr="00E012A4" w:rsidRDefault="004A621B" w:rsidP="00B506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621B" w:rsidRPr="002D4BC8" w:rsidRDefault="004A621B" w:rsidP="00B506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4A621B" w:rsidRPr="002D4BC8" w:rsidRDefault="004A621B" w:rsidP="00B506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A621B" w:rsidRPr="002D4BC8" w:rsidRDefault="004A621B" w:rsidP="00B506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4A621B" w:rsidRPr="002D4BC8" w:rsidRDefault="004A621B" w:rsidP="00B506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2014. február 25-e</w:t>
      </w:r>
      <w:r w:rsidRPr="009B6000">
        <w:rPr>
          <w:rFonts w:ascii="Arial" w:hAnsi="Arial" w:cs="Arial"/>
          <w:b/>
          <w:color w:val="000000"/>
          <w:sz w:val="24"/>
          <w:szCs w:val="24"/>
        </w:rPr>
        <w:t>i rendes</w:t>
      </w:r>
      <w:r>
        <w:rPr>
          <w:rFonts w:ascii="Arial" w:hAnsi="Arial" w:cs="Arial"/>
          <w:b/>
          <w:sz w:val="24"/>
          <w:szCs w:val="24"/>
        </w:rPr>
        <w:t xml:space="preserve"> nyilvános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4A621B" w:rsidRPr="002D4BC8" w:rsidRDefault="004A621B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A621B" w:rsidRDefault="004A621B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A621B" w:rsidRDefault="004A621B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A621B" w:rsidRPr="002D4BC8" w:rsidRDefault="004A621B" w:rsidP="00BD4B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A034EC" w:rsidRDefault="004A621B" w:rsidP="00A034EC">
      <w:pPr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  <w:t>Hévíz, Petőfi S. u. 6 sz. hrsz: 1039. alatt lévő helyi          védettség alatt álló épület homlokzatának állagmegóvásához való Önkormányzati hozzájárulás.</w:t>
      </w:r>
    </w:p>
    <w:p w:rsidR="004A621B" w:rsidRPr="009B6000" w:rsidRDefault="004A621B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</w:t>
      </w:r>
    </w:p>
    <w:p w:rsidR="004A621B" w:rsidRPr="00227CE7" w:rsidRDefault="004A621B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621B" w:rsidRPr="002D4BC8" w:rsidRDefault="004A621B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4A621B" w:rsidRDefault="004A621B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621B" w:rsidRPr="002D4BC8" w:rsidRDefault="004A621B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621B" w:rsidRPr="009B6000" w:rsidRDefault="004A621B" w:rsidP="00BD4BD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Készítette: 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9B6000">
        <w:rPr>
          <w:rFonts w:ascii="Arial" w:hAnsi="Arial" w:cs="Arial"/>
          <w:sz w:val="24"/>
          <w:szCs w:val="24"/>
        </w:rPr>
        <w:t>Karsádi György  főépítész</w:t>
      </w:r>
    </w:p>
    <w:p w:rsidR="004A621B" w:rsidRPr="009B6000" w:rsidRDefault="004A621B" w:rsidP="00BD4BD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4A621B" w:rsidRPr="009B6000" w:rsidRDefault="004A621B" w:rsidP="00BD4BD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9B6000">
        <w:rPr>
          <w:rFonts w:ascii="Arial" w:hAnsi="Arial" w:cs="Arial"/>
          <w:sz w:val="24"/>
          <w:szCs w:val="24"/>
        </w:rPr>
        <w:tab/>
      </w:r>
    </w:p>
    <w:p w:rsidR="004A621B" w:rsidRPr="009B6000" w:rsidRDefault="004A621B" w:rsidP="00BD4B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6000">
        <w:rPr>
          <w:rFonts w:ascii="Arial" w:hAnsi="Arial" w:cs="Arial"/>
          <w:b/>
          <w:sz w:val="24"/>
          <w:szCs w:val="24"/>
        </w:rPr>
        <w:t>Megtárgyalta:</w:t>
      </w:r>
      <w:r w:rsidRPr="009B6000">
        <w:rPr>
          <w:rFonts w:ascii="Arial" w:hAnsi="Arial" w:cs="Arial"/>
          <w:sz w:val="24"/>
          <w:szCs w:val="24"/>
        </w:rPr>
        <w:t xml:space="preserve"> </w:t>
      </w:r>
      <w:r w:rsidRPr="009B6000">
        <w:rPr>
          <w:rFonts w:ascii="Arial" w:hAnsi="Arial" w:cs="Arial"/>
          <w:sz w:val="24"/>
          <w:szCs w:val="24"/>
        </w:rPr>
        <w:tab/>
        <w:t>Városfejlesztési, Természet- és Környezetvédelmi Bizottság</w:t>
      </w:r>
    </w:p>
    <w:p w:rsidR="004A621B" w:rsidRPr="009B6000" w:rsidRDefault="004A621B" w:rsidP="00F77002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9B6000">
        <w:rPr>
          <w:rFonts w:ascii="Arial" w:hAnsi="Arial" w:cs="Arial"/>
          <w:sz w:val="24"/>
          <w:szCs w:val="24"/>
        </w:rPr>
        <w:t>Pénzügyi és Turisztikai Bizottság</w:t>
      </w:r>
    </w:p>
    <w:p w:rsidR="004A621B" w:rsidRPr="009B6000" w:rsidRDefault="004A621B" w:rsidP="00BD4B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621B" w:rsidRPr="002D4BC8" w:rsidRDefault="004A621B" w:rsidP="00BD4B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621B" w:rsidRPr="00227CE7" w:rsidRDefault="004A621B" w:rsidP="00BD4B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4A621B" w:rsidRPr="002D4BC8" w:rsidRDefault="004A621B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A621B" w:rsidRPr="002D4BC8" w:rsidRDefault="004A621B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A621B" w:rsidRPr="002D4BC8" w:rsidRDefault="004A621B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A621B" w:rsidRDefault="004A621B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A621B" w:rsidRDefault="004A621B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A621B" w:rsidRPr="002D4BC8" w:rsidRDefault="004A621B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A621B" w:rsidRPr="002D4BC8" w:rsidRDefault="004A621B" w:rsidP="00BD4BD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4A621B" w:rsidRPr="002D4BC8" w:rsidRDefault="004A621B" w:rsidP="00BD4BD3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4A621B" w:rsidRDefault="004A621B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4A621B" w:rsidRDefault="004A621B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621B" w:rsidRDefault="004A621B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A621B" w:rsidRDefault="004A621B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A621B" w:rsidRDefault="004A621B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A621B" w:rsidRDefault="004A621B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A621B" w:rsidRDefault="004A621B" w:rsidP="00BD4BD3">
      <w:pPr>
        <w:spacing w:after="0" w:line="240" w:lineRule="auto"/>
        <w:rPr>
          <w:rFonts w:ascii="Arial" w:hAnsi="Arial" w:cs="Arial"/>
          <w:sz w:val="24"/>
          <w:szCs w:val="24"/>
        </w:rPr>
        <w:sectPr w:rsidR="004A621B" w:rsidSect="003816EC">
          <w:headerReference w:type="default" r:id="rId7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4A621B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4A621B" w:rsidRPr="00956A7D" w:rsidRDefault="004A621B" w:rsidP="00A009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B506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56A7D">
        <w:rPr>
          <w:rFonts w:ascii="Arial" w:hAnsi="Arial" w:cs="Arial"/>
          <w:sz w:val="24"/>
          <w:szCs w:val="24"/>
        </w:rPr>
        <w:t>Tisztelt Képviselő-testület!</w:t>
      </w:r>
    </w:p>
    <w:p w:rsidR="004A621B" w:rsidRPr="00956A7D" w:rsidRDefault="004A621B" w:rsidP="00B506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621B" w:rsidRDefault="004A621B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Önkormányzatának Képviselő-testülete az épített örökség helyi védelméről szóló 16/2007.(VI.1.) számú rendeletében szabályozza a helyi védelem alá helyezett ingatlanokkal kapcsolatos tulajdonosi, valamint önkormányzati jogokat és kötelezettségeket.</w:t>
      </w:r>
    </w:p>
    <w:p w:rsidR="004A621B" w:rsidRDefault="004A621B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621B" w:rsidRDefault="004A621B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 rendelet 1. számú melléklete felsorolja, mely épületek helyi védelme indokolt. A  Hévíz, Petőfi S. u. 6 sz. hrsz: 1039 alatt lévő családi ház rajta van a listán. Az épület nem csak egyedileg védett, hanem védettség tekintetében a védett belvárosi övezetben található, tehát különleges figyelmet kell rá fordítani. (megjegyzem jelenleg felülvizsgálat alatt van  a fenti számú rendeletünk védett épületeket tartalmazó listája és a felülvizsgálat alapján is továbbra is védett épületként tartjuk nyilván)</w:t>
      </w:r>
    </w:p>
    <w:p w:rsidR="004A621B" w:rsidRDefault="004A621B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621B" w:rsidRDefault="004A621B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elmúlt években az épületen jelentős építési munkálatok lettek végezve (természetesen engedély alapján), mely munkálatokat a tulajdonosok önerőből végeztek el.</w:t>
      </w:r>
    </w:p>
    <w:p w:rsidR="004A621B" w:rsidRDefault="004A621B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621B" w:rsidRDefault="004A621B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2014-s évre maradtak az épület külső munkálatai, mely munkálatokra a tulajdonosok a kérelmük mellé csatoltak egy tervező által elkészített költségvetést is. A költségvetés végösszege:</w:t>
      </w:r>
      <w:r>
        <w:rPr>
          <w:rFonts w:ascii="Arial" w:hAnsi="Arial" w:cs="Arial"/>
          <w:b/>
          <w:sz w:val="24"/>
          <w:szCs w:val="24"/>
        </w:rPr>
        <w:t xml:space="preserve"> 7.712.104.- Ft. + ÁFA</w:t>
      </w:r>
      <w:r>
        <w:rPr>
          <w:rFonts w:ascii="Arial" w:hAnsi="Arial" w:cs="Arial"/>
          <w:sz w:val="24"/>
          <w:szCs w:val="24"/>
        </w:rPr>
        <w:t>. A költségvetést a város főépítésze átvizsgálta melyben az épület külső homlokzati munkájának támogatását javasolja.</w:t>
      </w:r>
    </w:p>
    <w:p w:rsidR="004A621B" w:rsidRDefault="004A621B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621B" w:rsidRDefault="004A621B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hivatkozott rendeletünk értelmében a támogatás összege maximum a költségvetés </w:t>
      </w:r>
      <w:r>
        <w:rPr>
          <w:rFonts w:ascii="Arial" w:hAnsi="Arial" w:cs="Arial"/>
          <w:b/>
          <w:sz w:val="24"/>
          <w:szCs w:val="24"/>
        </w:rPr>
        <w:t>50 %-</w:t>
      </w:r>
      <w:r>
        <w:rPr>
          <w:rFonts w:ascii="Arial" w:hAnsi="Arial" w:cs="Arial"/>
          <w:sz w:val="24"/>
          <w:szCs w:val="24"/>
        </w:rPr>
        <w:t xml:space="preserve">ánál nem lehet nagyobb. </w:t>
      </w:r>
    </w:p>
    <w:p w:rsidR="004A621B" w:rsidRDefault="004A621B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621B" w:rsidRDefault="004A621B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Önkormányzatunk 2012 évben képzett először támogatási alapot, mely alap terhére támogattuk a Széchenyi-Attila utcasarkon lévő Lenke villa  külső felújítását</w:t>
      </w:r>
    </w:p>
    <w:p w:rsidR="004A621B" w:rsidRDefault="004A621B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mely azóta elkészült.</w:t>
      </w:r>
    </w:p>
    <w:p w:rsidR="004A621B" w:rsidRDefault="004A621B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621B" w:rsidRDefault="004A621B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Hévíz, Petőfi S. utca 6 sz. alatti épület tulajdonosai 2013.  dec. 4-én írásos támogatás iránti kérelmet nyújtottak be az Önkormányzathoz. Ezen igény benyújtás alapján javasoltam, hogy 2014-évben is a költségvetésben biztosítsunk keretet, mely meg is történt.</w:t>
      </w:r>
    </w:p>
    <w:p w:rsidR="004A621B" w:rsidRDefault="004A621B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621B" w:rsidRPr="00AF362E" w:rsidRDefault="004A621B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ez évi keret összeg  </w:t>
      </w:r>
      <w:r>
        <w:rPr>
          <w:rFonts w:ascii="Arial" w:hAnsi="Arial" w:cs="Arial"/>
          <w:b/>
          <w:sz w:val="24"/>
          <w:szCs w:val="24"/>
        </w:rPr>
        <w:t xml:space="preserve">2.000.000.- Ft, </w:t>
      </w:r>
      <w:r>
        <w:rPr>
          <w:rFonts w:ascii="Arial" w:hAnsi="Arial" w:cs="Arial"/>
          <w:sz w:val="24"/>
          <w:szCs w:val="24"/>
        </w:rPr>
        <w:t>mely összeget ezen épület támogatására szeretnénk felhasználni. Ezzel kimerül az éves keret összege, de nem probléma mert ez évben már több igény nem lesz. Ez azért állítható, mert a védett épületeken folytatandó munkálatokhoz engedélyt kell kérni, mely engedély birtokában lehet csak munkálatokat végezni. A támogatási összeget, csak a munkálatok befejezési szakaszára adjuk, így biztosítva, hogy az megfelelően legyen felhasználva és célt érjen. Tehát ha valaki még ez évben szándékozik építési tevékenységet folytatni az is áthúzódik a következő évre.</w:t>
      </w:r>
    </w:p>
    <w:p w:rsidR="004A621B" w:rsidRDefault="004A621B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621B" w:rsidRDefault="004A621B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Tisztelt Képviselő-testület, javaslom a fenti épület befejezési munkálataihoz a </w:t>
      </w:r>
      <w:r>
        <w:rPr>
          <w:rFonts w:ascii="Arial" w:hAnsi="Arial" w:cs="Arial"/>
          <w:b/>
          <w:sz w:val="24"/>
          <w:szCs w:val="24"/>
        </w:rPr>
        <w:t>2.000.000.- Ft</w:t>
      </w:r>
      <w:r>
        <w:rPr>
          <w:rFonts w:ascii="Arial" w:hAnsi="Arial" w:cs="Arial"/>
          <w:sz w:val="24"/>
          <w:szCs w:val="24"/>
        </w:rPr>
        <w:t xml:space="preserve"> támogatás engedélyezését és megadását. </w:t>
      </w:r>
    </w:p>
    <w:p w:rsidR="004A621B" w:rsidRDefault="004A621B" w:rsidP="00583D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A621B" w:rsidRDefault="004A621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A621B" w:rsidRDefault="004A621B" w:rsidP="00583D47">
      <w:pPr>
        <w:jc w:val="center"/>
        <w:rPr>
          <w:rFonts w:cs="Arial"/>
          <w:b/>
          <w:bCs/>
        </w:rPr>
      </w:pPr>
    </w:p>
    <w:p w:rsidR="004A621B" w:rsidRDefault="004A621B" w:rsidP="00583D47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NYILVÁNTARTÓ LAP</w:t>
      </w:r>
    </w:p>
    <w:p w:rsidR="004A621B" w:rsidRDefault="004A621B" w:rsidP="00583D47">
      <w:pPr>
        <w:jc w:val="center"/>
        <w:rPr>
          <w:rFonts w:cs="Arial"/>
        </w:rPr>
      </w:pPr>
      <w:r w:rsidRPr="003830B7">
        <w:rPr>
          <w:rFonts w:cs="Arial"/>
          <w:noProof/>
          <w:lang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i1025" type="#_x0000_t75" alt="DSCN0485" style="width:403.5pt;height:297pt;visibility:visible">
            <v:imagedata r:id="rId8" o:title=""/>
          </v:shape>
        </w:pict>
      </w:r>
    </w:p>
    <w:p w:rsidR="004A621B" w:rsidRPr="00824C72" w:rsidRDefault="004A621B" w:rsidP="00583D47">
      <w:pPr>
        <w:jc w:val="both"/>
        <w:rPr>
          <w:rFonts w:ascii="Arial" w:hAnsi="Arial" w:cs="Arial"/>
          <w:sz w:val="24"/>
          <w:szCs w:val="24"/>
        </w:rPr>
      </w:pPr>
      <w:r w:rsidRPr="00824C72">
        <w:rPr>
          <w:rFonts w:ascii="Arial" w:hAnsi="Arial" w:cs="Arial"/>
          <w:sz w:val="24"/>
          <w:szCs w:val="24"/>
        </w:rPr>
        <w:t>Megnevezés:</w:t>
      </w:r>
      <w:r w:rsidRPr="00824C72">
        <w:rPr>
          <w:rFonts w:ascii="Arial" w:hAnsi="Arial" w:cs="Arial"/>
          <w:sz w:val="24"/>
          <w:szCs w:val="24"/>
        </w:rPr>
        <w:tab/>
        <w:t>Gyula villa, lakóház</w:t>
      </w:r>
    </w:p>
    <w:p w:rsidR="004A621B" w:rsidRPr="00824C72" w:rsidRDefault="004A621B" w:rsidP="00583D47">
      <w:pPr>
        <w:jc w:val="both"/>
        <w:rPr>
          <w:rFonts w:ascii="Arial" w:hAnsi="Arial" w:cs="Arial"/>
          <w:sz w:val="24"/>
          <w:szCs w:val="24"/>
        </w:rPr>
      </w:pPr>
      <w:r w:rsidRPr="00824C72">
        <w:rPr>
          <w:rFonts w:ascii="Arial" w:hAnsi="Arial" w:cs="Arial"/>
          <w:sz w:val="24"/>
          <w:szCs w:val="24"/>
        </w:rPr>
        <w:t>Cím:</w:t>
      </w:r>
      <w:r w:rsidRPr="00824C72">
        <w:rPr>
          <w:rFonts w:ascii="Arial" w:hAnsi="Arial" w:cs="Arial"/>
          <w:sz w:val="24"/>
          <w:szCs w:val="24"/>
        </w:rPr>
        <w:tab/>
      </w:r>
      <w:r w:rsidRPr="00824C72">
        <w:rPr>
          <w:rFonts w:ascii="Arial" w:hAnsi="Arial" w:cs="Arial"/>
          <w:sz w:val="24"/>
          <w:szCs w:val="24"/>
        </w:rPr>
        <w:tab/>
      </w:r>
      <w:r w:rsidRPr="00824C72">
        <w:rPr>
          <w:rFonts w:ascii="Arial" w:hAnsi="Arial" w:cs="Arial"/>
          <w:sz w:val="24"/>
          <w:szCs w:val="24"/>
        </w:rPr>
        <w:tab/>
        <w:t>Petőfi u. 6.</w:t>
      </w:r>
    </w:p>
    <w:p w:rsidR="004A621B" w:rsidRPr="00824C72" w:rsidRDefault="004A621B" w:rsidP="00583D47">
      <w:pPr>
        <w:jc w:val="both"/>
        <w:rPr>
          <w:rFonts w:ascii="Arial" w:hAnsi="Arial" w:cs="Arial"/>
          <w:sz w:val="24"/>
          <w:szCs w:val="24"/>
        </w:rPr>
      </w:pPr>
      <w:r w:rsidRPr="00824C72">
        <w:rPr>
          <w:rFonts w:ascii="Arial" w:hAnsi="Arial" w:cs="Arial"/>
          <w:sz w:val="24"/>
          <w:szCs w:val="24"/>
        </w:rPr>
        <w:t>Hrsz.:</w:t>
      </w:r>
      <w:r w:rsidRPr="00824C72">
        <w:rPr>
          <w:rFonts w:ascii="Arial" w:hAnsi="Arial" w:cs="Arial"/>
          <w:sz w:val="24"/>
          <w:szCs w:val="24"/>
        </w:rPr>
        <w:tab/>
      </w:r>
      <w:r w:rsidRPr="00824C72">
        <w:rPr>
          <w:rFonts w:ascii="Arial" w:hAnsi="Arial" w:cs="Arial"/>
          <w:sz w:val="24"/>
          <w:szCs w:val="24"/>
        </w:rPr>
        <w:tab/>
      </w:r>
      <w:r w:rsidRPr="00824C72">
        <w:rPr>
          <w:rFonts w:ascii="Arial" w:hAnsi="Arial" w:cs="Arial"/>
          <w:sz w:val="24"/>
          <w:szCs w:val="24"/>
        </w:rPr>
        <w:tab/>
        <w:t>1039</w:t>
      </w:r>
      <w:r w:rsidRPr="00824C72">
        <w:rPr>
          <w:rFonts w:ascii="Arial" w:hAnsi="Arial" w:cs="Arial"/>
          <w:sz w:val="24"/>
          <w:szCs w:val="24"/>
        </w:rPr>
        <w:tab/>
      </w:r>
      <w:r w:rsidRPr="00824C72">
        <w:rPr>
          <w:rFonts w:ascii="Arial" w:hAnsi="Arial" w:cs="Arial"/>
          <w:sz w:val="24"/>
          <w:szCs w:val="24"/>
        </w:rPr>
        <w:tab/>
      </w:r>
      <w:r w:rsidRPr="00824C72">
        <w:rPr>
          <w:rFonts w:ascii="Arial" w:hAnsi="Arial" w:cs="Arial"/>
          <w:sz w:val="24"/>
          <w:szCs w:val="24"/>
        </w:rPr>
        <w:tab/>
        <w:t>Építés éve: 1920-as évek vége</w:t>
      </w:r>
    </w:p>
    <w:p w:rsidR="004A621B" w:rsidRDefault="004A621B" w:rsidP="00583D47">
      <w:pPr>
        <w:jc w:val="both"/>
        <w:rPr>
          <w:rFonts w:cs="Arial"/>
          <w:b/>
          <w:bCs/>
        </w:rPr>
      </w:pPr>
    </w:p>
    <w:p w:rsidR="004A621B" w:rsidRDefault="004A621B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épület térdfal magasítással új tetőszerkezetet kapott, és ezáltal a homlokzati vakolást újra kell készíteni mégpedig a mai előírások hőszigetelési előírásai szerint.</w:t>
      </w:r>
    </w:p>
    <w:p w:rsidR="004A621B" w:rsidRPr="00583D47" w:rsidRDefault="004A621B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munkálatokat úgy kell elkészíteni, hogy a homlokzat díszítő elemei ne sérüljenek és vissza állíthatóak legyenek, hogy az épület az eredeti állapotát tükrözze.</w:t>
      </w:r>
    </w:p>
    <w:p w:rsidR="004A621B" w:rsidRDefault="004A621B" w:rsidP="00A009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A621B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  <w:sectPr w:rsidR="004A621B" w:rsidSect="00E90B4A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4A621B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2.</w:t>
      </w: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Default="004A621B" w:rsidP="009239C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956A7D">
        <w:rPr>
          <w:rFonts w:ascii="Arial" w:hAnsi="Arial" w:cs="Arial"/>
          <w:b/>
          <w:sz w:val="24"/>
          <w:szCs w:val="24"/>
        </w:rPr>
        <w:t xml:space="preserve"> Határozati javaslat</w:t>
      </w:r>
    </w:p>
    <w:p w:rsidR="004A621B" w:rsidRDefault="004A621B" w:rsidP="009239C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Default="004A621B" w:rsidP="009239C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Default="004A621B" w:rsidP="009239C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Default="004A621B" w:rsidP="009239C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Default="004A621B" w:rsidP="00C203C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Hévíz, Petőfi S. u. 6. hrsz: 1039 alatt lévő helyi védettség alatt álló épület állagmegóvásához való Önkormányzati támogatás</w:t>
      </w:r>
    </w:p>
    <w:p w:rsidR="004A621B" w:rsidRPr="00956A7D" w:rsidRDefault="004A621B" w:rsidP="00C203C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A621B" w:rsidRDefault="004A621B" w:rsidP="00C203C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A621B" w:rsidRDefault="004A621B" w:rsidP="000810C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Önkormányzatának Képviselő-testülete a 16/2007.(VI.1.) önkormányzati rendelet  8 § (1) bekezdése alapján, a hévízi 1039 hrsz-ú, Hévíz Petőfi u. 6. szám alatti, helyi egyedi védelem alatt álló ingatlan felújítási munkálataihoz 2.000.000.-Ft vissza nem térítendő támogatást nyújt a  tulajdonosok számára.</w:t>
      </w:r>
    </w:p>
    <w:p w:rsidR="004A621B" w:rsidRDefault="004A621B" w:rsidP="000810C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támogatás összege a helyi egyedi védelem alatt álló ingatlan benyújtott felújítási költségvetése szerinti munkákra használható csak fel, 2014 évben. A támogatás összegét utólagosan a benyújtott számlák alapján lehet kifizetni.</w:t>
      </w:r>
    </w:p>
    <w:p w:rsidR="004A621B" w:rsidRPr="00B70AAE" w:rsidRDefault="004A621B" w:rsidP="00E4450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felhatalmazza a polgármestert a támogatási szerződés megkötésére  </w:t>
      </w:r>
    </w:p>
    <w:p w:rsidR="004A621B" w:rsidRDefault="004A621B" w:rsidP="00E445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621B" w:rsidRDefault="004A621B" w:rsidP="00E445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>Felelős:</w:t>
      </w:r>
      <w:r>
        <w:rPr>
          <w:rFonts w:ascii="Arial" w:hAnsi="Arial" w:cs="Arial"/>
          <w:sz w:val="24"/>
          <w:szCs w:val="24"/>
        </w:rPr>
        <w:t xml:space="preserve">     Papp Gábor  polgármester</w:t>
      </w:r>
    </w:p>
    <w:p w:rsidR="004A621B" w:rsidRDefault="004A621B" w:rsidP="00E445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</w:t>
      </w:r>
    </w:p>
    <w:p w:rsidR="004A621B" w:rsidRPr="00E4450C" w:rsidRDefault="004A621B" w:rsidP="00E4450C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>Határidő:</w:t>
      </w:r>
      <w:r>
        <w:rPr>
          <w:rFonts w:ascii="Arial" w:hAnsi="Arial" w:cs="Arial"/>
          <w:sz w:val="24"/>
          <w:szCs w:val="24"/>
        </w:rPr>
        <w:t xml:space="preserve">   2014. március 31.</w:t>
      </w:r>
      <w:r>
        <w:rPr>
          <w:rFonts w:ascii="Arial" w:hAnsi="Arial" w:cs="Arial"/>
          <w:sz w:val="24"/>
          <w:szCs w:val="24"/>
          <w:u w:val="single"/>
        </w:rPr>
        <w:t xml:space="preserve">      </w:t>
      </w:r>
    </w:p>
    <w:p w:rsidR="004A621B" w:rsidRPr="000810C4" w:rsidRDefault="004A621B" w:rsidP="0089179D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>
        <w:t xml:space="preserve"> </w:t>
      </w:r>
    </w:p>
    <w:p w:rsidR="004A621B" w:rsidRPr="00956A7D" w:rsidRDefault="004A621B" w:rsidP="009239C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621B" w:rsidRPr="00956A7D" w:rsidRDefault="004A621B" w:rsidP="009239C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824C7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A621B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  <w:sectPr w:rsidR="004A621B" w:rsidSect="000A43F7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6"/>
        <w:gridCol w:w="1286"/>
        <w:gridCol w:w="10"/>
        <w:gridCol w:w="1431"/>
        <w:gridCol w:w="1418"/>
        <w:gridCol w:w="2898"/>
      </w:tblGrid>
      <w:tr w:rsidR="004A621B" w:rsidRPr="00196620" w:rsidTr="00D030C4">
        <w:trPr>
          <w:trHeight w:val="836"/>
        </w:trPr>
        <w:tc>
          <w:tcPr>
            <w:tcW w:w="9669" w:type="dxa"/>
            <w:gridSpan w:val="6"/>
          </w:tcPr>
          <w:p w:rsidR="004A621B" w:rsidRPr="003739CE" w:rsidRDefault="004A621B" w:rsidP="00D030C4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3739CE"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4A621B" w:rsidRPr="003739CE" w:rsidRDefault="004A621B" w:rsidP="00D030C4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  <w:p w:rsidR="004A621B" w:rsidRPr="001364FA" w:rsidRDefault="004A621B" w:rsidP="00D030C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Helyi védett épület </w:t>
            </w:r>
            <w:r w:rsidRPr="00D74458">
              <w:rPr>
                <w:rFonts w:ascii="Arial" w:hAnsi="Arial" w:cs="Arial"/>
              </w:rPr>
              <w:t>1039. hrsz</w:t>
            </w:r>
            <w:r>
              <w:rPr>
                <w:rFonts w:ascii="Arial" w:hAnsi="Arial" w:cs="Arial"/>
              </w:rPr>
              <w:t>.</w:t>
            </w:r>
            <w:r w:rsidRPr="00D74458">
              <w:rPr>
                <w:rFonts w:ascii="Arial" w:hAnsi="Arial" w:cs="Arial"/>
              </w:rPr>
              <w:t xml:space="preserve"> támogatási kérelme</w:t>
            </w:r>
          </w:p>
        </w:tc>
      </w:tr>
      <w:tr w:rsidR="004A621B" w:rsidRPr="006A1F84" w:rsidTr="00D030C4">
        <w:trPr>
          <w:trHeight w:val="390"/>
        </w:trPr>
        <w:tc>
          <w:tcPr>
            <w:tcW w:w="2626" w:type="dxa"/>
          </w:tcPr>
          <w:p w:rsidR="004A621B" w:rsidRPr="006A1F84" w:rsidRDefault="004A621B" w:rsidP="00D030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4A621B" w:rsidRPr="006A1F84" w:rsidRDefault="004A621B" w:rsidP="00D030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vAlign w:val="center"/>
          </w:tcPr>
          <w:p w:rsidR="004A621B" w:rsidRPr="00627E06" w:rsidRDefault="004A621B" w:rsidP="00D030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7E06"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vAlign w:val="center"/>
          </w:tcPr>
          <w:p w:rsidR="004A621B" w:rsidRPr="006A1F84" w:rsidRDefault="004A621B" w:rsidP="00D030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98" w:type="dxa"/>
            <w:vAlign w:val="center"/>
          </w:tcPr>
          <w:p w:rsidR="004A621B" w:rsidRPr="006A1F84" w:rsidRDefault="004A621B" w:rsidP="00D030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4A621B" w:rsidRPr="000C3A83" w:rsidTr="00D030C4">
        <w:trPr>
          <w:trHeight w:val="1697"/>
        </w:trPr>
        <w:tc>
          <w:tcPr>
            <w:tcW w:w="2626" w:type="dxa"/>
            <w:vAlign w:val="center"/>
          </w:tcPr>
          <w:p w:rsidR="004A621B" w:rsidRPr="006A1F84" w:rsidRDefault="004A621B" w:rsidP="00D030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Városfejlesztési, Természet- és Környezetvédelmi Bizottság</w:t>
            </w:r>
          </w:p>
        </w:tc>
        <w:tc>
          <w:tcPr>
            <w:tcW w:w="1286" w:type="dxa"/>
            <w:vAlign w:val="center"/>
          </w:tcPr>
          <w:p w:rsidR="004A621B" w:rsidRPr="00C0215C" w:rsidRDefault="004A621B" w:rsidP="00D030C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2014. február 19.</w:t>
            </w:r>
          </w:p>
        </w:tc>
        <w:tc>
          <w:tcPr>
            <w:tcW w:w="1441" w:type="dxa"/>
            <w:gridSpan w:val="2"/>
            <w:vAlign w:val="center"/>
          </w:tcPr>
          <w:p w:rsidR="004A621B" w:rsidRPr="00193FE7" w:rsidRDefault="004A621B" w:rsidP="00D030C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20/2014. (II.19.) VTKB</w:t>
            </w:r>
            <w:r w:rsidRPr="00193FE7">
              <w:rPr>
                <w:rFonts w:ascii="Arial" w:hAnsi="Arial" w:cs="Arial"/>
                <w:sz w:val="20"/>
                <w:szCs w:val="20"/>
              </w:rPr>
              <w:t xml:space="preserve"> határozat</w:t>
            </w:r>
          </w:p>
        </w:tc>
        <w:tc>
          <w:tcPr>
            <w:tcW w:w="1418" w:type="dxa"/>
            <w:vAlign w:val="center"/>
          </w:tcPr>
          <w:p w:rsidR="004A621B" w:rsidRPr="002869FF" w:rsidRDefault="004A621B" w:rsidP="00D030C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869FF">
              <w:rPr>
                <w:rFonts w:ascii="Arial" w:hAnsi="Arial" w:cs="Arial"/>
                <w:sz w:val="20"/>
                <w:szCs w:val="20"/>
              </w:rPr>
              <w:t>2 igen szavazat, és 1 tartózkodás</w:t>
            </w:r>
          </w:p>
        </w:tc>
        <w:tc>
          <w:tcPr>
            <w:tcW w:w="2898" w:type="dxa"/>
            <w:vAlign w:val="center"/>
          </w:tcPr>
          <w:p w:rsidR="004A621B" w:rsidRPr="002869FF" w:rsidRDefault="004A621B" w:rsidP="00D030C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869FF">
              <w:rPr>
                <w:rFonts w:ascii="Arial" w:hAnsi="Arial" w:cs="Arial"/>
                <w:sz w:val="20"/>
                <w:szCs w:val="20"/>
              </w:rPr>
              <w:t>A bizottság az előterjesztés határozati javaslatában foglaltak elfogadását javasolja a Képviselő-testület számára.</w:t>
            </w:r>
          </w:p>
        </w:tc>
      </w:tr>
    </w:tbl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6"/>
        <w:gridCol w:w="1286"/>
        <w:gridCol w:w="10"/>
        <w:gridCol w:w="1431"/>
        <w:gridCol w:w="1418"/>
        <w:gridCol w:w="2898"/>
      </w:tblGrid>
      <w:tr w:rsidR="004A621B" w:rsidRPr="00196620" w:rsidTr="00C35E9B">
        <w:trPr>
          <w:trHeight w:val="836"/>
        </w:trPr>
        <w:tc>
          <w:tcPr>
            <w:tcW w:w="9669" w:type="dxa"/>
            <w:gridSpan w:val="6"/>
          </w:tcPr>
          <w:p w:rsidR="004A621B" w:rsidRPr="003739CE" w:rsidRDefault="004A621B" w:rsidP="00C35E9B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3739CE"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4A621B" w:rsidRPr="003739CE" w:rsidRDefault="004A621B" w:rsidP="00C35E9B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  <w:p w:rsidR="004A621B" w:rsidRPr="00E74B1E" w:rsidRDefault="004A621B" w:rsidP="00C35E9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Helyi védett épület </w:t>
            </w:r>
            <w:r w:rsidRPr="00D74458">
              <w:rPr>
                <w:rFonts w:ascii="Arial" w:hAnsi="Arial" w:cs="Arial"/>
              </w:rPr>
              <w:t>1039. hrsz</w:t>
            </w:r>
            <w:r>
              <w:rPr>
                <w:rFonts w:ascii="Arial" w:hAnsi="Arial" w:cs="Arial"/>
              </w:rPr>
              <w:t>.</w:t>
            </w:r>
            <w:r w:rsidRPr="00D74458">
              <w:rPr>
                <w:rFonts w:ascii="Arial" w:hAnsi="Arial" w:cs="Arial"/>
              </w:rPr>
              <w:t xml:space="preserve"> támogatási kérelme</w:t>
            </w:r>
          </w:p>
        </w:tc>
      </w:tr>
      <w:tr w:rsidR="004A621B" w:rsidRPr="006A1F84" w:rsidTr="00C35E9B">
        <w:trPr>
          <w:trHeight w:val="390"/>
        </w:trPr>
        <w:tc>
          <w:tcPr>
            <w:tcW w:w="2626" w:type="dxa"/>
          </w:tcPr>
          <w:p w:rsidR="004A621B" w:rsidRPr="006A1F84" w:rsidRDefault="004A621B" w:rsidP="00C35E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4A621B" w:rsidRPr="006A1F84" w:rsidRDefault="004A621B" w:rsidP="00C35E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vAlign w:val="center"/>
          </w:tcPr>
          <w:p w:rsidR="004A621B" w:rsidRPr="00627E06" w:rsidRDefault="004A621B" w:rsidP="00C35E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7E06"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vAlign w:val="center"/>
          </w:tcPr>
          <w:p w:rsidR="004A621B" w:rsidRPr="006A1F84" w:rsidRDefault="004A621B" w:rsidP="00C35E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98" w:type="dxa"/>
            <w:vAlign w:val="center"/>
          </w:tcPr>
          <w:p w:rsidR="004A621B" w:rsidRPr="006A1F84" w:rsidRDefault="004A621B" w:rsidP="00C35E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4A621B" w:rsidRPr="000C3A83" w:rsidTr="00C35E9B">
        <w:trPr>
          <w:trHeight w:val="1697"/>
        </w:trPr>
        <w:tc>
          <w:tcPr>
            <w:tcW w:w="2626" w:type="dxa"/>
            <w:vAlign w:val="center"/>
          </w:tcPr>
          <w:p w:rsidR="004A621B" w:rsidRPr="006A1F84" w:rsidRDefault="004A621B" w:rsidP="00C35E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Pénzügyi és Turisztikai Bizottság</w:t>
            </w:r>
          </w:p>
        </w:tc>
        <w:tc>
          <w:tcPr>
            <w:tcW w:w="1286" w:type="dxa"/>
            <w:vAlign w:val="center"/>
          </w:tcPr>
          <w:p w:rsidR="004A621B" w:rsidRPr="00C0215C" w:rsidRDefault="004A621B" w:rsidP="00C35E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2014. február 20.</w:t>
            </w:r>
          </w:p>
        </w:tc>
        <w:tc>
          <w:tcPr>
            <w:tcW w:w="1441" w:type="dxa"/>
            <w:gridSpan w:val="2"/>
            <w:vAlign w:val="center"/>
          </w:tcPr>
          <w:p w:rsidR="004A621B" w:rsidRPr="00193FE7" w:rsidRDefault="004A621B" w:rsidP="00C35E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52/2014. (II.20.) PTB</w:t>
            </w:r>
            <w:r w:rsidRPr="00193FE7">
              <w:rPr>
                <w:rFonts w:ascii="Arial" w:hAnsi="Arial" w:cs="Arial"/>
                <w:sz w:val="20"/>
                <w:szCs w:val="20"/>
              </w:rPr>
              <w:t xml:space="preserve"> határozat</w:t>
            </w:r>
          </w:p>
        </w:tc>
        <w:tc>
          <w:tcPr>
            <w:tcW w:w="1418" w:type="dxa"/>
            <w:vAlign w:val="center"/>
          </w:tcPr>
          <w:p w:rsidR="004A621B" w:rsidRPr="00295D15" w:rsidRDefault="004A621B" w:rsidP="00C35E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igen szavazat</w:t>
            </w:r>
          </w:p>
        </w:tc>
        <w:tc>
          <w:tcPr>
            <w:tcW w:w="2898" w:type="dxa"/>
            <w:vAlign w:val="center"/>
          </w:tcPr>
          <w:p w:rsidR="004A621B" w:rsidRPr="000C3A83" w:rsidRDefault="004A621B" w:rsidP="00C35E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24118">
              <w:rPr>
                <w:rFonts w:ascii="Arial" w:hAnsi="Arial" w:cs="Arial"/>
                <w:sz w:val="20"/>
                <w:szCs w:val="20"/>
              </w:rPr>
              <w:t xml:space="preserve">A bizottság </w:t>
            </w:r>
            <w:r>
              <w:rPr>
                <w:rFonts w:ascii="Arial" w:hAnsi="Arial" w:cs="Arial"/>
                <w:sz w:val="20"/>
                <w:szCs w:val="20"/>
              </w:rPr>
              <w:t>az előterjesztés határozati javaslatában foglaltak elfogadását egyhangúlag javasolja a Képviselő-testület számára.</w:t>
            </w:r>
          </w:p>
        </w:tc>
      </w:tr>
    </w:tbl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  <w:sectPr w:rsidR="004A621B" w:rsidRPr="00956A7D" w:rsidSect="000A43F7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4.</w:t>
      </w:r>
    </w:p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Mellékletek</w:t>
      </w:r>
    </w:p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  <w:sectPr w:rsidR="004A621B" w:rsidRPr="00956A7D" w:rsidSect="000A43F7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03"/>
        <w:gridCol w:w="2483"/>
        <w:gridCol w:w="1843"/>
        <w:gridCol w:w="3330"/>
      </w:tblGrid>
      <w:tr w:rsidR="004A621B" w:rsidRPr="00956A7D" w:rsidTr="00DE2206">
        <w:tc>
          <w:tcPr>
            <w:tcW w:w="9959" w:type="dxa"/>
            <w:gridSpan w:val="4"/>
          </w:tcPr>
          <w:p w:rsidR="004A621B" w:rsidRPr="00956A7D" w:rsidRDefault="004A621B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4A621B" w:rsidRPr="00956A7D" w:rsidTr="00DE2206">
        <w:trPr>
          <w:trHeight w:val="422"/>
        </w:trPr>
        <w:tc>
          <w:tcPr>
            <w:tcW w:w="2303" w:type="dxa"/>
          </w:tcPr>
          <w:p w:rsidR="004A621B" w:rsidRPr="00956A7D" w:rsidRDefault="004A621B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4A621B" w:rsidRPr="00956A7D" w:rsidRDefault="004A621B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4A621B" w:rsidRPr="00956A7D" w:rsidRDefault="004A621B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4A621B" w:rsidRPr="00956A7D" w:rsidRDefault="004A621B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4A621B" w:rsidRPr="00956A7D" w:rsidTr="00DE2206">
        <w:trPr>
          <w:trHeight w:val="697"/>
        </w:trPr>
        <w:tc>
          <w:tcPr>
            <w:tcW w:w="2303" w:type="dxa"/>
          </w:tcPr>
          <w:p w:rsidR="004A621B" w:rsidRPr="00956A7D" w:rsidRDefault="004A621B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Karsádi  György</w:t>
            </w:r>
          </w:p>
        </w:tc>
        <w:tc>
          <w:tcPr>
            <w:tcW w:w="2483" w:type="dxa"/>
            <w:vAlign w:val="center"/>
          </w:tcPr>
          <w:p w:rsidR="004A621B" w:rsidRPr="00956A7D" w:rsidRDefault="004A621B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főépítész</w:t>
            </w:r>
          </w:p>
        </w:tc>
        <w:tc>
          <w:tcPr>
            <w:tcW w:w="1843" w:type="dxa"/>
          </w:tcPr>
          <w:p w:rsidR="004A621B" w:rsidRPr="00956A7D" w:rsidRDefault="004A621B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4A621B" w:rsidRPr="00956A7D" w:rsidRDefault="004A621B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A621B" w:rsidRPr="00956A7D" w:rsidTr="00DE2206">
        <w:trPr>
          <w:trHeight w:val="551"/>
        </w:trPr>
        <w:tc>
          <w:tcPr>
            <w:tcW w:w="2303" w:type="dxa"/>
          </w:tcPr>
          <w:p w:rsidR="004A621B" w:rsidRPr="00956A7D" w:rsidRDefault="004A621B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4A621B" w:rsidRPr="00956A7D" w:rsidRDefault="004A621B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aljegyző</w:t>
            </w:r>
          </w:p>
        </w:tc>
        <w:tc>
          <w:tcPr>
            <w:tcW w:w="1843" w:type="dxa"/>
          </w:tcPr>
          <w:p w:rsidR="004A621B" w:rsidRPr="00956A7D" w:rsidRDefault="004A621B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4A621B" w:rsidRPr="00956A7D" w:rsidRDefault="004A621B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A621B" w:rsidRPr="00956A7D" w:rsidTr="00DE2206">
        <w:trPr>
          <w:trHeight w:val="573"/>
        </w:trPr>
        <w:tc>
          <w:tcPr>
            <w:tcW w:w="2303" w:type="dxa"/>
          </w:tcPr>
          <w:p w:rsidR="004A621B" w:rsidRPr="00956A7D" w:rsidRDefault="004A621B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Bediné Makra Anikó</w:t>
            </w:r>
          </w:p>
        </w:tc>
        <w:tc>
          <w:tcPr>
            <w:tcW w:w="2483" w:type="dxa"/>
            <w:vAlign w:val="center"/>
          </w:tcPr>
          <w:p w:rsidR="004A621B" w:rsidRPr="00956A7D" w:rsidRDefault="004A621B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</w:tcPr>
          <w:p w:rsidR="004A621B" w:rsidRPr="00956A7D" w:rsidRDefault="004A621B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4A621B" w:rsidRPr="00956A7D" w:rsidRDefault="004A621B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A621B" w:rsidRPr="00956A7D" w:rsidTr="00DE2206">
        <w:trPr>
          <w:trHeight w:val="826"/>
        </w:trPr>
        <w:tc>
          <w:tcPr>
            <w:tcW w:w="2303" w:type="dxa"/>
          </w:tcPr>
          <w:p w:rsidR="004A621B" w:rsidRPr="00956A7D" w:rsidRDefault="004A621B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4A621B" w:rsidRPr="00956A7D" w:rsidRDefault="004A621B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egyeztetési kötelezettség</w:t>
            </w:r>
          </w:p>
          <w:p w:rsidR="004A621B" w:rsidRPr="00956A7D" w:rsidRDefault="004A621B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A621B" w:rsidRPr="00956A7D" w:rsidRDefault="004A621B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4A621B" w:rsidRPr="00956A7D" w:rsidRDefault="004A621B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A621B" w:rsidRPr="00956A7D" w:rsidTr="00DE2206">
        <w:tc>
          <w:tcPr>
            <w:tcW w:w="2303" w:type="dxa"/>
          </w:tcPr>
          <w:p w:rsidR="004A621B" w:rsidRPr="00956A7D" w:rsidRDefault="004A621B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4A621B" w:rsidRPr="00956A7D" w:rsidRDefault="004A621B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4A621B" w:rsidRPr="00956A7D" w:rsidRDefault="004A621B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A621B" w:rsidRPr="00956A7D" w:rsidRDefault="004A621B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4A621B" w:rsidRPr="00956A7D" w:rsidRDefault="004A621B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83"/>
        <w:gridCol w:w="2483"/>
        <w:gridCol w:w="2483"/>
        <w:gridCol w:w="2485"/>
      </w:tblGrid>
      <w:tr w:rsidR="004A621B" w:rsidRPr="00956A7D" w:rsidTr="00DE2206">
        <w:trPr>
          <w:trHeight w:val="277"/>
        </w:trPr>
        <w:tc>
          <w:tcPr>
            <w:tcW w:w="9933" w:type="dxa"/>
            <w:gridSpan w:val="4"/>
          </w:tcPr>
          <w:p w:rsidR="004A621B" w:rsidRPr="00956A7D" w:rsidRDefault="004A621B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4A621B" w:rsidRPr="00956A7D" w:rsidTr="00DE2206">
        <w:trPr>
          <w:trHeight w:val="277"/>
        </w:trPr>
        <w:tc>
          <w:tcPr>
            <w:tcW w:w="2483" w:type="dxa"/>
          </w:tcPr>
          <w:p w:rsidR="004A621B" w:rsidRPr="00956A7D" w:rsidRDefault="004A621B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4A621B" w:rsidRPr="00956A7D" w:rsidRDefault="004A621B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4A621B" w:rsidRPr="00956A7D" w:rsidRDefault="004A621B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4A621B" w:rsidRPr="00956A7D" w:rsidRDefault="004A621B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4A621B" w:rsidRPr="00956A7D" w:rsidTr="00DE2206">
        <w:trPr>
          <w:trHeight w:val="707"/>
        </w:trPr>
        <w:tc>
          <w:tcPr>
            <w:tcW w:w="2483" w:type="dxa"/>
          </w:tcPr>
          <w:p w:rsidR="004A621B" w:rsidRPr="00956A7D" w:rsidRDefault="004A621B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4A621B" w:rsidRPr="00956A7D" w:rsidRDefault="004A621B" w:rsidP="00D54A4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4A621B" w:rsidRPr="00956A7D" w:rsidRDefault="004A621B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4A621B" w:rsidRPr="00956A7D" w:rsidRDefault="004A621B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A621B" w:rsidRPr="00956A7D" w:rsidTr="00DE2206">
        <w:trPr>
          <w:trHeight w:val="829"/>
        </w:trPr>
        <w:tc>
          <w:tcPr>
            <w:tcW w:w="2483" w:type="dxa"/>
          </w:tcPr>
          <w:p w:rsidR="004A621B" w:rsidRPr="00956A7D" w:rsidRDefault="004A621B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4A621B" w:rsidRPr="00956A7D" w:rsidRDefault="004A621B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4A621B" w:rsidRPr="00956A7D" w:rsidRDefault="004A621B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4A621B" w:rsidRPr="00956A7D" w:rsidRDefault="004A621B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4A621B" w:rsidRPr="00956A7D" w:rsidRDefault="004A621B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621B" w:rsidRPr="00956A7D" w:rsidRDefault="004A621B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sectPr w:rsidR="004A621B" w:rsidRPr="00956A7D" w:rsidSect="000A43F7">
      <w:pgSz w:w="11906" w:h="16838" w:code="9"/>
      <w:pgMar w:top="567" w:right="1531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21B" w:rsidRDefault="004A621B" w:rsidP="00980239">
      <w:pPr>
        <w:spacing w:after="0" w:line="240" w:lineRule="auto"/>
      </w:pPr>
      <w:r>
        <w:separator/>
      </w:r>
    </w:p>
  </w:endnote>
  <w:endnote w:type="continuationSeparator" w:id="1">
    <w:p w:rsidR="004A621B" w:rsidRDefault="004A621B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21B" w:rsidRDefault="004A621B" w:rsidP="00980239">
      <w:pPr>
        <w:spacing w:after="0" w:line="240" w:lineRule="auto"/>
      </w:pPr>
      <w:r>
        <w:separator/>
      </w:r>
    </w:p>
  </w:footnote>
  <w:footnote w:type="continuationSeparator" w:id="1">
    <w:p w:rsidR="004A621B" w:rsidRDefault="004A621B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21B" w:rsidRDefault="004A621B" w:rsidP="00763423">
    <w:pPr>
      <w:pStyle w:val="Header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7" o:spid="_x0000_s2049" type="#_x0000_t75" alt="cimer" style="position:absolute;margin-left:-36.85pt;margin-top:0;width:82.5pt;height:99pt;z-index:251658752;visibility:visible">
          <v:imagedata r:id="rId1" o:title=""/>
        </v:shape>
      </w:pict>
    </w:r>
  </w:p>
  <w:p w:rsidR="004A621B" w:rsidRDefault="004A621B" w:rsidP="00763423">
    <w:pPr>
      <w:pStyle w:val="Header"/>
      <w:tabs>
        <w:tab w:val="clear" w:pos="4536"/>
        <w:tab w:val="clear" w:pos="9072"/>
      </w:tabs>
    </w:pPr>
  </w:p>
  <w:p w:rsidR="004A621B" w:rsidRDefault="004A621B" w:rsidP="00763423">
    <w:pPr>
      <w:pStyle w:val="Header"/>
      <w:tabs>
        <w:tab w:val="clear" w:pos="4536"/>
        <w:tab w:val="clear" w:pos="9072"/>
      </w:tabs>
    </w:pPr>
  </w:p>
  <w:p w:rsidR="004A621B" w:rsidRDefault="004A621B" w:rsidP="00763423">
    <w:pPr>
      <w:pStyle w:val="Header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41.75pt;margin-top:52.45pt;width:411pt;height:102.8pt;z-index:251656704;mso-position-horizontal-relative:page;mso-position-vertical-relative:page" stroked="f">
          <o:lock v:ext="edit" aspectratio="t"/>
          <v:textbox style="mso-next-textbox:#_x0000_s2050" inset="0,0,0,0">
            <w:txbxContent>
              <w:p w:rsidR="004A621B" w:rsidRPr="00C05199" w:rsidRDefault="004A621B" w:rsidP="00336F0D">
                <w:pPr>
                  <w:pStyle w:val="BasicParagraph"/>
                  <w:spacing w:after="113" w:line="240" w:lineRule="auto"/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</w:pPr>
                <w:r w:rsidRPr="00C05199"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  <w:t xml:space="preserve">HÉVÍZ VÁROS </w:t>
                </w:r>
                <w:r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  <w:t>POLGÁRMESTERE</w:t>
                </w:r>
              </w:p>
              <w:p w:rsidR="004A621B" w:rsidRDefault="004A621B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  <w:r>
                  <w:rPr>
                    <w:rFonts w:ascii="ScalaSans" w:hAnsi="ScalaSans" w:cs="ScalaSans"/>
                    <w:color w:val="auto"/>
                    <w:spacing w:val="7"/>
                  </w:rPr>
                  <w:t>8380 Hévíz, Kossuth Lajos u. 1.</w:t>
                </w:r>
              </w:p>
              <w:p w:rsidR="004A621B" w:rsidRDefault="004A621B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0A0"/>
                </w:tblPr>
                <w:tblGrid>
                  <w:gridCol w:w="3685"/>
                  <w:gridCol w:w="4535"/>
                </w:tblGrid>
                <w:tr w:rsidR="004A621B" w:rsidRPr="00AB14F3" w:rsidTr="00301B74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4A621B" w:rsidRPr="00A101F2" w:rsidRDefault="004A621B" w:rsidP="00A101F2">
                      <w:pPr>
                        <w:spacing w:before="57" w:after="0" w:line="240" w:lineRule="auto"/>
                        <w:ind w:right="227"/>
                        <w:rPr>
                          <w:rFonts w:ascii="ScalaSans" w:hAnsi="ScalaSans"/>
                          <w:color w:val="808080"/>
                          <w:spacing w:val="6"/>
                        </w:rPr>
                      </w:pPr>
                    </w:p>
                    <w:p w:rsidR="004A621B" w:rsidRPr="00D15388" w:rsidRDefault="004A621B" w:rsidP="00A101F2">
                      <w:pPr>
                        <w:spacing w:before="57" w:after="0" w:line="240" w:lineRule="auto"/>
                        <w:ind w:right="227"/>
                        <w:rPr>
                          <w:rFonts w:ascii="ScalaSans" w:hAnsi="ScalaSans" w:cs="ScalaSans"/>
                          <w:color w:val="808080"/>
                          <w:spacing w:val="6"/>
                        </w:rPr>
                      </w:pPr>
                    </w:p>
                  </w:tc>
                  <w:tc>
                    <w:tcPr>
                      <w:tcW w:w="4535" w:type="dxa"/>
                    </w:tcPr>
                    <w:p w:rsidR="004A621B" w:rsidRPr="00D15388" w:rsidRDefault="004A621B" w:rsidP="00A101F2">
                      <w:pPr>
                        <w:spacing w:before="57" w:after="0" w:line="240" w:lineRule="auto"/>
                        <w:rPr>
                          <w:rFonts w:ascii="ScalaSans" w:hAnsi="ScalaSans" w:cs="ScalaSans"/>
                          <w:color w:val="808080"/>
                          <w:spacing w:val="2"/>
                          <w:sz w:val="24"/>
                          <w:szCs w:val="24"/>
                        </w:rPr>
                      </w:pPr>
                    </w:p>
                  </w:tc>
                </w:tr>
              </w:tbl>
              <w:p w:rsidR="004A621B" w:rsidRDefault="004A621B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</w:p>
              <w:p w:rsidR="004A621B" w:rsidRPr="00763423" w:rsidRDefault="004A621B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>
      <w:rPr>
        <w:noProof/>
        <w:lang w:eastAsia="hu-HU"/>
      </w:rPr>
      <w:pict>
        <v:shape id="Kép 3" o:spid="_x0000_s2051" type="#_x0000_t75" alt="vonal" style="position:absolute;margin-left:141.75pt;margin-top:1in;width:411pt;height:1.15pt;z-index:251657728;visibility:visible;mso-position-horizontal-relative:page;mso-position-vertical-relative:page">
          <v:imagedata r:id="rId2" o:title=""/>
          <w10:wrap anchorx="page" anchory="page"/>
        </v:shape>
      </w:pict>
    </w:r>
  </w:p>
  <w:p w:rsidR="004A621B" w:rsidRDefault="004A621B" w:rsidP="00763423">
    <w:pPr>
      <w:pStyle w:val="Header"/>
      <w:tabs>
        <w:tab w:val="clear" w:pos="4536"/>
        <w:tab w:val="clear" w:pos="9072"/>
      </w:tabs>
    </w:pPr>
  </w:p>
  <w:p w:rsidR="004A621B" w:rsidRDefault="004A621B" w:rsidP="00763423">
    <w:pPr>
      <w:pStyle w:val="Header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B0EFE"/>
    <w:multiLevelType w:val="hybridMultilevel"/>
    <w:tmpl w:val="AEFA368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133"/>
    <w:rsid w:val="000174EF"/>
    <w:rsid w:val="000241F8"/>
    <w:rsid w:val="000267B9"/>
    <w:rsid w:val="00055EBD"/>
    <w:rsid w:val="000810C4"/>
    <w:rsid w:val="00096CEA"/>
    <w:rsid w:val="000A43F7"/>
    <w:rsid w:val="000A7E8C"/>
    <w:rsid w:val="000B2248"/>
    <w:rsid w:val="000B62B1"/>
    <w:rsid w:val="000C3A83"/>
    <w:rsid w:val="000D5866"/>
    <w:rsid w:val="00100C93"/>
    <w:rsid w:val="00104A07"/>
    <w:rsid w:val="00113CBB"/>
    <w:rsid w:val="001364FA"/>
    <w:rsid w:val="00162823"/>
    <w:rsid w:val="001728AE"/>
    <w:rsid w:val="00193FE7"/>
    <w:rsid w:val="00196620"/>
    <w:rsid w:val="001D34E7"/>
    <w:rsid w:val="00227CE7"/>
    <w:rsid w:val="0023059D"/>
    <w:rsid w:val="00271301"/>
    <w:rsid w:val="00273AA1"/>
    <w:rsid w:val="002869FF"/>
    <w:rsid w:val="00287240"/>
    <w:rsid w:val="00293921"/>
    <w:rsid w:val="00295D15"/>
    <w:rsid w:val="002C6AD9"/>
    <w:rsid w:val="002D30F1"/>
    <w:rsid w:val="002D48E6"/>
    <w:rsid w:val="002D4BC8"/>
    <w:rsid w:val="002E7E59"/>
    <w:rsid w:val="002F2A5F"/>
    <w:rsid w:val="00301B74"/>
    <w:rsid w:val="00321437"/>
    <w:rsid w:val="003275ED"/>
    <w:rsid w:val="003315DD"/>
    <w:rsid w:val="00331FF7"/>
    <w:rsid w:val="00336F0D"/>
    <w:rsid w:val="0034644E"/>
    <w:rsid w:val="00360FFF"/>
    <w:rsid w:val="00361BEF"/>
    <w:rsid w:val="003739CE"/>
    <w:rsid w:val="00377B85"/>
    <w:rsid w:val="003816EC"/>
    <w:rsid w:val="003830B7"/>
    <w:rsid w:val="003C640C"/>
    <w:rsid w:val="003C6C44"/>
    <w:rsid w:val="003E329B"/>
    <w:rsid w:val="004070E4"/>
    <w:rsid w:val="0043410F"/>
    <w:rsid w:val="004406A2"/>
    <w:rsid w:val="00474C62"/>
    <w:rsid w:val="004A621B"/>
    <w:rsid w:val="004B34DE"/>
    <w:rsid w:val="004B3870"/>
    <w:rsid w:val="004C1012"/>
    <w:rsid w:val="004D1381"/>
    <w:rsid w:val="004D6EA0"/>
    <w:rsid w:val="004F37C2"/>
    <w:rsid w:val="004F5094"/>
    <w:rsid w:val="004F705E"/>
    <w:rsid w:val="00517C34"/>
    <w:rsid w:val="00520498"/>
    <w:rsid w:val="005477C3"/>
    <w:rsid w:val="00570E4E"/>
    <w:rsid w:val="0057493C"/>
    <w:rsid w:val="00581F3E"/>
    <w:rsid w:val="00583D47"/>
    <w:rsid w:val="005A18C5"/>
    <w:rsid w:val="005E54AA"/>
    <w:rsid w:val="00605CFE"/>
    <w:rsid w:val="0061755A"/>
    <w:rsid w:val="00626241"/>
    <w:rsid w:val="00627E06"/>
    <w:rsid w:val="00664269"/>
    <w:rsid w:val="006A1F84"/>
    <w:rsid w:val="006B24FC"/>
    <w:rsid w:val="006C5A42"/>
    <w:rsid w:val="006D26AD"/>
    <w:rsid w:val="006D4B4D"/>
    <w:rsid w:val="007111E6"/>
    <w:rsid w:val="0071576E"/>
    <w:rsid w:val="00716093"/>
    <w:rsid w:val="00720AE6"/>
    <w:rsid w:val="00724786"/>
    <w:rsid w:val="007364EB"/>
    <w:rsid w:val="00737895"/>
    <w:rsid w:val="007410EF"/>
    <w:rsid w:val="00763423"/>
    <w:rsid w:val="00772B13"/>
    <w:rsid w:val="007907F8"/>
    <w:rsid w:val="007B2C40"/>
    <w:rsid w:val="007C289A"/>
    <w:rsid w:val="007D1628"/>
    <w:rsid w:val="007E6A63"/>
    <w:rsid w:val="008132C6"/>
    <w:rsid w:val="00824C72"/>
    <w:rsid w:val="008415CA"/>
    <w:rsid w:val="00844886"/>
    <w:rsid w:val="00867B88"/>
    <w:rsid w:val="0089179D"/>
    <w:rsid w:val="00892615"/>
    <w:rsid w:val="008B1381"/>
    <w:rsid w:val="008B57F4"/>
    <w:rsid w:val="008C5149"/>
    <w:rsid w:val="008E46E6"/>
    <w:rsid w:val="008F017B"/>
    <w:rsid w:val="008F0B6B"/>
    <w:rsid w:val="00917A07"/>
    <w:rsid w:val="009239CE"/>
    <w:rsid w:val="00924E29"/>
    <w:rsid w:val="00946343"/>
    <w:rsid w:val="00956A7D"/>
    <w:rsid w:val="00957D33"/>
    <w:rsid w:val="00980239"/>
    <w:rsid w:val="009B6000"/>
    <w:rsid w:val="009B61E2"/>
    <w:rsid w:val="009F2871"/>
    <w:rsid w:val="009F7F0B"/>
    <w:rsid w:val="00A00902"/>
    <w:rsid w:val="00A034EC"/>
    <w:rsid w:val="00A101F2"/>
    <w:rsid w:val="00A257D3"/>
    <w:rsid w:val="00A5159D"/>
    <w:rsid w:val="00A54FCC"/>
    <w:rsid w:val="00A628A2"/>
    <w:rsid w:val="00AB14F3"/>
    <w:rsid w:val="00AC481D"/>
    <w:rsid w:val="00AD3150"/>
    <w:rsid w:val="00AE09F7"/>
    <w:rsid w:val="00AF362E"/>
    <w:rsid w:val="00AF664A"/>
    <w:rsid w:val="00B12486"/>
    <w:rsid w:val="00B1697C"/>
    <w:rsid w:val="00B22094"/>
    <w:rsid w:val="00B24118"/>
    <w:rsid w:val="00B2555E"/>
    <w:rsid w:val="00B36B5B"/>
    <w:rsid w:val="00B45FCC"/>
    <w:rsid w:val="00B5063B"/>
    <w:rsid w:val="00B638A6"/>
    <w:rsid w:val="00B70AAE"/>
    <w:rsid w:val="00BC70D6"/>
    <w:rsid w:val="00BD4BD3"/>
    <w:rsid w:val="00BF3A06"/>
    <w:rsid w:val="00C01A30"/>
    <w:rsid w:val="00C0215C"/>
    <w:rsid w:val="00C03A15"/>
    <w:rsid w:val="00C05199"/>
    <w:rsid w:val="00C116A1"/>
    <w:rsid w:val="00C118CA"/>
    <w:rsid w:val="00C203C3"/>
    <w:rsid w:val="00C35E9B"/>
    <w:rsid w:val="00C42108"/>
    <w:rsid w:val="00C60D01"/>
    <w:rsid w:val="00C85EB3"/>
    <w:rsid w:val="00CB2E6A"/>
    <w:rsid w:val="00CC496E"/>
    <w:rsid w:val="00CC7862"/>
    <w:rsid w:val="00CD4D5E"/>
    <w:rsid w:val="00CD5E97"/>
    <w:rsid w:val="00CE0F23"/>
    <w:rsid w:val="00CE141F"/>
    <w:rsid w:val="00CF630C"/>
    <w:rsid w:val="00D030C4"/>
    <w:rsid w:val="00D040CC"/>
    <w:rsid w:val="00D10705"/>
    <w:rsid w:val="00D15388"/>
    <w:rsid w:val="00D2479B"/>
    <w:rsid w:val="00D37C2C"/>
    <w:rsid w:val="00D54A4B"/>
    <w:rsid w:val="00D63B36"/>
    <w:rsid w:val="00D74458"/>
    <w:rsid w:val="00DA0557"/>
    <w:rsid w:val="00DD1E0C"/>
    <w:rsid w:val="00DE2206"/>
    <w:rsid w:val="00E012A4"/>
    <w:rsid w:val="00E01EDD"/>
    <w:rsid w:val="00E21E15"/>
    <w:rsid w:val="00E334B8"/>
    <w:rsid w:val="00E4450C"/>
    <w:rsid w:val="00E47133"/>
    <w:rsid w:val="00E56586"/>
    <w:rsid w:val="00E729AE"/>
    <w:rsid w:val="00E74B1E"/>
    <w:rsid w:val="00E81B63"/>
    <w:rsid w:val="00E90B4A"/>
    <w:rsid w:val="00E967B6"/>
    <w:rsid w:val="00EC17CA"/>
    <w:rsid w:val="00EF2B64"/>
    <w:rsid w:val="00F117EF"/>
    <w:rsid w:val="00F77002"/>
    <w:rsid w:val="00F8256F"/>
    <w:rsid w:val="00F83C96"/>
    <w:rsid w:val="00F85E4B"/>
    <w:rsid w:val="00F92EA2"/>
    <w:rsid w:val="00FA2BBD"/>
    <w:rsid w:val="00FB285C"/>
    <w:rsid w:val="00FD03B8"/>
    <w:rsid w:val="00FF2B4B"/>
    <w:rsid w:val="00FF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B8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8023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80239"/>
    <w:rPr>
      <w:rFonts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98023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80239"/>
    <w:rPr>
      <w:rFonts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0239"/>
    <w:rPr>
      <w:rFonts w:ascii="Tahoma" w:hAnsi="Tahoma" w:cs="Times New Roman"/>
      <w:sz w:val="16"/>
      <w:lang w:eastAsia="en-US"/>
    </w:rPr>
  </w:style>
  <w:style w:type="paragraph" w:customStyle="1" w:styleId="BasicParagraph">
    <w:name w:val="[Basic Paragraph]"/>
    <w:basedOn w:val="Norma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TableGrid">
    <w:name w:val="Table Grid"/>
    <w:basedOn w:val="TableNormal"/>
    <w:uiPriority w:val="99"/>
    <w:rsid w:val="00924E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F2B4B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0810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7</Pages>
  <Words>755</Words>
  <Characters>5213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subject/>
  <dc:creator>T-Cont Kft</dc:creator>
  <cp:keywords/>
  <dc:description/>
  <cp:lastModifiedBy>cseke.erzsebet</cp:lastModifiedBy>
  <cp:revision>7</cp:revision>
  <cp:lastPrinted>2013-10-08T06:35:00Z</cp:lastPrinted>
  <dcterms:created xsi:type="dcterms:W3CDTF">2014-02-14T08:38:00Z</dcterms:created>
  <dcterms:modified xsi:type="dcterms:W3CDTF">2014-02-21T10:40:00Z</dcterms:modified>
</cp:coreProperties>
</file>